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049" w:type="dxa"/>
        <w:tblLayout w:type="fixed"/>
        <w:tblLook w:val="04A0" w:firstRow="1" w:lastRow="0" w:firstColumn="1" w:lastColumn="0" w:noHBand="0" w:noVBand="1"/>
      </w:tblPr>
      <w:tblGrid>
        <w:gridCol w:w="9073"/>
        <w:gridCol w:w="567"/>
        <w:gridCol w:w="617"/>
        <w:gridCol w:w="233"/>
        <w:gridCol w:w="142"/>
        <w:gridCol w:w="850"/>
        <w:gridCol w:w="567"/>
      </w:tblGrid>
      <w:tr w:rsidR="001A3B17" w:rsidTr="008F4F10">
        <w:trPr>
          <w:gridAfter w:val="1"/>
          <w:wAfter w:w="567" w:type="dxa"/>
          <w:cantSplit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1A3B17" w:rsidRPr="00E30A1C" w:rsidRDefault="001A3B17" w:rsidP="00D405FD">
            <w:pPr>
              <w:ind w:left="4962" w:right="-1276"/>
              <w:jc w:val="both"/>
              <w:rPr>
                <w:szCs w:val="28"/>
              </w:rPr>
            </w:pPr>
            <w:bookmarkStart w:id="0" w:name="_GoBack"/>
            <w:bookmarkEnd w:id="0"/>
            <w:r>
              <w:rPr>
                <w:szCs w:val="28"/>
              </w:rPr>
              <w:t xml:space="preserve">Приложение </w:t>
            </w:r>
            <w:r w:rsidR="00E30A1C">
              <w:rPr>
                <w:szCs w:val="28"/>
              </w:rPr>
              <w:t>№ 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3B17" w:rsidRDefault="001A3B17" w:rsidP="00C3442C">
            <w:pPr>
              <w:ind w:left="4385"/>
              <w:jc w:val="both"/>
              <w:rPr>
                <w:szCs w:val="28"/>
              </w:rPr>
            </w:pPr>
          </w:p>
        </w:tc>
      </w:tr>
      <w:tr w:rsidR="001A3B17" w:rsidTr="008F4F10">
        <w:trPr>
          <w:gridAfter w:val="1"/>
          <w:wAfter w:w="567" w:type="dxa"/>
          <w:cantSplit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1A3B17" w:rsidRPr="002A572F" w:rsidRDefault="001A3B17" w:rsidP="00D405FD">
            <w:pPr>
              <w:ind w:left="4962" w:right="-1276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>к решению Совета муниципального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3B17" w:rsidRPr="002A572F" w:rsidRDefault="001A3B17" w:rsidP="00C3442C">
            <w:pPr>
              <w:ind w:left="5103"/>
              <w:rPr>
                <w:bCs/>
                <w:szCs w:val="28"/>
              </w:rPr>
            </w:pPr>
          </w:p>
        </w:tc>
      </w:tr>
      <w:tr w:rsidR="001A3B17" w:rsidTr="008F4F10">
        <w:trPr>
          <w:gridAfter w:val="1"/>
          <w:wAfter w:w="567" w:type="dxa"/>
          <w:cantSplit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1A3B17" w:rsidRPr="002A572F" w:rsidRDefault="001A3B17" w:rsidP="00D405FD">
            <w:pPr>
              <w:ind w:left="4962" w:right="-1276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>образования Новокубанский район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3B17" w:rsidRPr="002A572F" w:rsidRDefault="001A3B17" w:rsidP="00C3442C">
            <w:pPr>
              <w:ind w:left="5103"/>
              <w:rPr>
                <w:bCs/>
                <w:szCs w:val="28"/>
              </w:rPr>
            </w:pPr>
          </w:p>
        </w:tc>
      </w:tr>
      <w:tr w:rsidR="001A3B17" w:rsidTr="008F4F10">
        <w:trPr>
          <w:gridAfter w:val="4"/>
          <w:wAfter w:w="1792" w:type="dxa"/>
          <w:cantSplit/>
        </w:trPr>
        <w:tc>
          <w:tcPr>
            <w:tcW w:w="9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1A3B17" w:rsidRPr="00BB7245" w:rsidRDefault="00C82CC9" w:rsidP="00EF4080">
            <w:pPr>
              <w:ind w:left="5103" w:hanging="141"/>
              <w:rPr>
                <w:szCs w:val="28"/>
              </w:rPr>
            </w:pPr>
            <w:r>
              <w:rPr>
                <w:bCs/>
                <w:szCs w:val="28"/>
              </w:rPr>
              <w:t>от 21</w:t>
            </w:r>
            <w:r w:rsidR="00EF4080">
              <w:rPr>
                <w:bCs/>
                <w:szCs w:val="28"/>
              </w:rPr>
              <w:t xml:space="preserve"> ноября</w:t>
            </w:r>
            <w:r>
              <w:rPr>
                <w:bCs/>
                <w:szCs w:val="28"/>
              </w:rPr>
              <w:t xml:space="preserve"> 2019 года № 482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3B17" w:rsidRPr="001A3B17" w:rsidRDefault="001A3B17" w:rsidP="00D405FD">
            <w:pPr>
              <w:tabs>
                <w:tab w:val="left" w:pos="4820"/>
                <w:tab w:val="left" w:pos="9653"/>
              </w:tabs>
              <w:ind w:left="-108"/>
              <w:rPr>
                <w:szCs w:val="28"/>
              </w:rPr>
            </w:pPr>
          </w:p>
        </w:tc>
      </w:tr>
      <w:tr w:rsidR="001A3B17" w:rsidTr="008F4F10">
        <w:trPr>
          <w:gridAfter w:val="2"/>
          <w:wAfter w:w="1417" w:type="dxa"/>
          <w:cantSplit/>
        </w:trPr>
        <w:tc>
          <w:tcPr>
            <w:tcW w:w="9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1A3B17" w:rsidRDefault="001A3B17" w:rsidP="00D405FD">
            <w:pPr>
              <w:tabs>
                <w:tab w:val="left" w:pos="4820"/>
                <w:tab w:val="left" w:pos="9653"/>
              </w:tabs>
              <w:ind w:left="4962"/>
              <w:rPr>
                <w:szCs w:val="28"/>
                <w:lang w:val="en-US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A3B17" w:rsidRDefault="001A3B17" w:rsidP="00C3442C">
            <w:pPr>
              <w:tabs>
                <w:tab w:val="left" w:pos="4820"/>
                <w:tab w:val="left" w:pos="9653"/>
              </w:tabs>
              <w:rPr>
                <w:szCs w:val="28"/>
                <w:lang w:val="en-US"/>
              </w:rPr>
            </w:pPr>
          </w:p>
        </w:tc>
      </w:tr>
      <w:tr w:rsidR="001A3B17" w:rsidTr="008F4F10">
        <w:trPr>
          <w:cantSplit/>
        </w:trPr>
        <w:tc>
          <w:tcPr>
            <w:tcW w:w="9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7F3" w:rsidRDefault="001A3B17" w:rsidP="006413ED">
            <w:pPr>
              <w:ind w:right="-958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Объем бюджетных ассигнований, направляемых на социальную</w:t>
            </w:r>
          </w:p>
          <w:p w:rsidR="000E67F3" w:rsidRDefault="001A3B17" w:rsidP="006413ED">
            <w:pPr>
              <w:ind w:right="-958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поддержку детей и семей, имеющих детей, на плановый период</w:t>
            </w:r>
          </w:p>
          <w:p w:rsidR="001A3B17" w:rsidRDefault="001A3B17" w:rsidP="006413ED">
            <w:pPr>
              <w:ind w:right="-958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20</w:t>
            </w:r>
            <w:r w:rsidR="00F97565">
              <w:rPr>
                <w:b/>
                <w:bCs/>
                <w:szCs w:val="28"/>
              </w:rPr>
              <w:t>21</w:t>
            </w:r>
            <w:r w:rsidR="00CA5327">
              <w:rPr>
                <w:b/>
                <w:bCs/>
                <w:szCs w:val="28"/>
              </w:rPr>
              <w:t xml:space="preserve"> и 202</w:t>
            </w:r>
            <w:r w:rsidR="00F97565">
              <w:rPr>
                <w:b/>
                <w:bCs/>
                <w:szCs w:val="28"/>
              </w:rPr>
              <w:t>2</w:t>
            </w:r>
            <w:r>
              <w:rPr>
                <w:b/>
                <w:bCs/>
                <w:szCs w:val="28"/>
              </w:rPr>
              <w:t xml:space="preserve"> годов</w:t>
            </w:r>
          </w:p>
          <w:p w:rsidR="001A3B17" w:rsidRPr="00B46B01" w:rsidRDefault="001A3B17" w:rsidP="000E67F3">
            <w:pPr>
              <w:ind w:right="-958"/>
              <w:jc w:val="center"/>
              <w:rPr>
                <w:b/>
                <w:bCs/>
                <w:sz w:val="20"/>
                <w:szCs w:val="28"/>
              </w:rPr>
            </w:pPr>
          </w:p>
        </w:tc>
        <w:tc>
          <w:tcPr>
            <w:tcW w:w="240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A3B17" w:rsidRDefault="001A3B17" w:rsidP="000E67F3">
            <w:pPr>
              <w:ind w:right="-958"/>
              <w:jc w:val="center"/>
              <w:rPr>
                <w:b/>
                <w:bCs/>
                <w:szCs w:val="28"/>
              </w:rPr>
            </w:pPr>
          </w:p>
        </w:tc>
      </w:tr>
    </w:tbl>
    <w:p w:rsidR="00D405FD" w:rsidRDefault="00607388" w:rsidP="00607388">
      <w:pPr>
        <w:ind w:left="8496" w:hanging="558"/>
      </w:pPr>
      <w:r>
        <w:rPr>
          <w:szCs w:val="28"/>
        </w:rPr>
        <w:t>(тыс. рублей)</w:t>
      </w: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4"/>
        <w:gridCol w:w="5755"/>
        <w:gridCol w:w="1701"/>
        <w:gridCol w:w="1701"/>
      </w:tblGrid>
      <w:tr w:rsidR="00607388" w:rsidRPr="005349DA" w:rsidTr="00607388">
        <w:trPr>
          <w:cantSplit/>
          <w:trHeight w:val="419"/>
          <w:tblHeader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388" w:rsidRPr="005349DA" w:rsidRDefault="00607388" w:rsidP="0030746B">
            <w:pPr>
              <w:jc w:val="center"/>
              <w:rPr>
                <w:b/>
                <w:szCs w:val="28"/>
              </w:rPr>
            </w:pPr>
            <w:r w:rsidRPr="005349DA">
              <w:rPr>
                <w:b/>
                <w:szCs w:val="28"/>
              </w:rPr>
              <w:t>№ п/п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7388" w:rsidRPr="005349DA" w:rsidRDefault="00607388" w:rsidP="0030746B">
            <w:pPr>
              <w:jc w:val="center"/>
              <w:rPr>
                <w:b/>
                <w:szCs w:val="28"/>
              </w:rPr>
            </w:pPr>
            <w:r w:rsidRPr="005349DA">
              <w:rPr>
                <w:b/>
                <w:szCs w:val="28"/>
              </w:rPr>
              <w:t>Направление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Pr="005349DA" w:rsidRDefault="00607388" w:rsidP="0030746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5349DA" w:rsidRDefault="00607388" w:rsidP="0030746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2022 год</w:t>
            </w:r>
          </w:p>
        </w:tc>
      </w:tr>
      <w:tr w:rsidR="00607388" w:rsidRPr="008F0ED9" w:rsidTr="0038744F">
        <w:trPr>
          <w:cantSplit/>
          <w:trHeight w:val="41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 w:rsidRPr="00EA3257">
              <w:rPr>
                <w:szCs w:val="28"/>
              </w:rPr>
              <w:t>1.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EA3257" w:rsidRDefault="00607388" w:rsidP="00607388">
            <w:pPr>
              <w:rPr>
                <w:szCs w:val="28"/>
              </w:rPr>
            </w:pPr>
            <w:r w:rsidRPr="00EA3257">
              <w:rPr>
                <w:szCs w:val="28"/>
              </w:rPr>
              <w:t xml:space="preserve">Обеспечение отдыха и оздоровления детей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Pr="008F0ED9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640,8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8F0ED9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640,8</w:t>
            </w:r>
          </w:p>
        </w:tc>
      </w:tr>
      <w:tr w:rsidR="00607388" w:rsidRPr="008F0ED9" w:rsidTr="0038744F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2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388" w:rsidRPr="00EA3257" w:rsidRDefault="00607388" w:rsidP="00607388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Pr="008F0ED9" w:rsidRDefault="002F0EF8" w:rsidP="009750D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46 387,8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8F0ED9" w:rsidRDefault="009750D9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46 387,8</w:t>
            </w:r>
          </w:p>
        </w:tc>
      </w:tr>
      <w:tr w:rsidR="00607388" w:rsidRPr="00EA3257" w:rsidTr="0038744F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3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388" w:rsidRPr="00EA3257" w:rsidRDefault="00607388" w:rsidP="00607388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50 506,3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52 527,0</w:t>
            </w:r>
          </w:p>
        </w:tc>
      </w:tr>
      <w:tr w:rsidR="00607388" w:rsidRPr="00EA3257" w:rsidTr="0038744F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4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388" w:rsidRPr="00EA3257" w:rsidRDefault="00607388" w:rsidP="00607388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45 839,1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47 674,3</w:t>
            </w:r>
          </w:p>
        </w:tc>
      </w:tr>
      <w:tr w:rsidR="00607388" w:rsidRPr="00EA3257" w:rsidTr="0038744F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5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388" w:rsidRPr="00EA3257" w:rsidRDefault="00607388" w:rsidP="00607388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721,1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749,9</w:t>
            </w:r>
          </w:p>
        </w:tc>
      </w:tr>
      <w:tr w:rsidR="00607388" w:rsidRPr="00EA3257" w:rsidTr="0038744F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lastRenderedPageBreak/>
              <w:t>6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388" w:rsidRPr="00EA3257" w:rsidRDefault="00607388" w:rsidP="00607388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532,2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553,5</w:t>
            </w:r>
          </w:p>
        </w:tc>
      </w:tr>
      <w:tr w:rsidR="00607388" w:rsidRPr="00EA3257" w:rsidTr="0038744F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7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388" w:rsidRPr="00EA3257" w:rsidRDefault="00607388" w:rsidP="00607388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8 736,5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8 736,5</w:t>
            </w:r>
          </w:p>
        </w:tc>
      </w:tr>
      <w:tr w:rsidR="00607388" w:rsidRPr="00D10FAD" w:rsidTr="0038744F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8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388" w:rsidRPr="00EA3257" w:rsidRDefault="00607388" w:rsidP="00607388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Pr="00D10FAD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2 918,6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D10FAD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3 035,4</w:t>
            </w:r>
          </w:p>
        </w:tc>
      </w:tr>
      <w:tr w:rsidR="00607388" w:rsidRPr="00EA3257" w:rsidTr="0038744F">
        <w:trPr>
          <w:cantSplit/>
          <w:trHeight w:val="41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388" w:rsidRPr="00EA3257" w:rsidRDefault="00607388" w:rsidP="00607388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9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EA3257" w:rsidRDefault="00607388" w:rsidP="00607388">
            <w:pPr>
              <w:rPr>
                <w:szCs w:val="28"/>
              </w:rPr>
            </w:pPr>
            <w:r w:rsidRPr="00EA3257">
              <w:rPr>
                <w:szCs w:val="28"/>
              </w:rPr>
              <w:t>Социальное обслуживание семьи и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Pr="00EA3257" w:rsidRDefault="009750D9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898,6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EA3257" w:rsidRDefault="009750D9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898,6</w:t>
            </w:r>
          </w:p>
        </w:tc>
      </w:tr>
      <w:tr w:rsidR="00607388" w:rsidTr="0038744F">
        <w:trPr>
          <w:cantSplit/>
          <w:trHeight w:val="41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7388" w:rsidRPr="001D3873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Pr="00EA3257" w:rsidRDefault="00607388" w:rsidP="00607388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185C1E">
              <w:rPr>
                <w:szCs w:val="28"/>
              </w:rPr>
              <w:t>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388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388" w:rsidRDefault="00607388" w:rsidP="0060738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134,4</w:t>
            </w:r>
          </w:p>
        </w:tc>
      </w:tr>
      <w:tr w:rsidR="00607388" w:rsidRPr="00EA3257" w:rsidTr="0038744F">
        <w:trPr>
          <w:cantSplit/>
          <w:trHeight w:val="43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388" w:rsidRPr="00EA3257" w:rsidRDefault="00607388" w:rsidP="00607388">
            <w:pPr>
              <w:rPr>
                <w:szCs w:val="28"/>
              </w:rPr>
            </w:pPr>
            <w:r w:rsidRPr="00EA3257">
              <w:rPr>
                <w:szCs w:val="28"/>
              </w:rPr>
              <w:t xml:space="preserve"> 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7388" w:rsidRPr="00EA3257" w:rsidRDefault="00607388" w:rsidP="00607388">
            <w:pPr>
              <w:rPr>
                <w:b/>
                <w:bCs/>
                <w:szCs w:val="28"/>
              </w:rPr>
            </w:pPr>
            <w:r w:rsidRPr="00EA3257">
              <w:rPr>
                <w:b/>
                <w:bCs/>
                <w:szCs w:val="28"/>
              </w:rPr>
              <w:t>Итого</w:t>
            </w:r>
            <w:r>
              <w:rPr>
                <w:b/>
                <w:bCs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388" w:rsidRPr="00EA3257" w:rsidRDefault="009750D9" w:rsidP="00607388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157 315,4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7388" w:rsidRPr="00EA3257" w:rsidRDefault="009750D9" w:rsidP="00607388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161 338,2</w:t>
            </w:r>
          </w:p>
        </w:tc>
      </w:tr>
    </w:tbl>
    <w:p w:rsidR="00607388" w:rsidRDefault="00607388" w:rsidP="00627195">
      <w:pPr>
        <w:rPr>
          <w:szCs w:val="28"/>
        </w:rPr>
      </w:pPr>
    </w:p>
    <w:p w:rsidR="00607388" w:rsidRDefault="00607388" w:rsidP="00627195">
      <w:pPr>
        <w:rPr>
          <w:szCs w:val="28"/>
        </w:rPr>
      </w:pPr>
    </w:p>
    <w:p w:rsidR="00607388" w:rsidRDefault="00607388" w:rsidP="00627195">
      <w:pPr>
        <w:rPr>
          <w:szCs w:val="28"/>
        </w:rPr>
      </w:pPr>
    </w:p>
    <w:p w:rsidR="00627195" w:rsidRDefault="00DE0276" w:rsidP="00627195">
      <w:pPr>
        <w:rPr>
          <w:szCs w:val="28"/>
        </w:rPr>
      </w:pPr>
      <w:r>
        <w:rPr>
          <w:szCs w:val="28"/>
        </w:rPr>
        <w:t>Первый з</w:t>
      </w:r>
      <w:r w:rsidR="00627195">
        <w:rPr>
          <w:szCs w:val="28"/>
        </w:rPr>
        <w:t>аместитель главы муниципального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 xml:space="preserve">образования </w:t>
      </w:r>
      <w:r w:rsidR="00E30A1C">
        <w:rPr>
          <w:szCs w:val="28"/>
        </w:rPr>
        <w:t>Новокубанский район</w:t>
      </w:r>
      <w:r>
        <w:rPr>
          <w:szCs w:val="28"/>
        </w:rPr>
        <w:t>,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начальник финансового управления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администрации муниципального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образования Новокубанский район</w:t>
      </w:r>
      <w:r w:rsidR="00D405FD">
        <w:rPr>
          <w:szCs w:val="28"/>
        </w:rPr>
        <w:tab/>
      </w:r>
      <w:r w:rsidR="00D405FD">
        <w:rPr>
          <w:szCs w:val="28"/>
        </w:rPr>
        <w:tab/>
      </w:r>
      <w:r w:rsidR="00D405FD">
        <w:rPr>
          <w:szCs w:val="28"/>
        </w:rPr>
        <w:tab/>
      </w:r>
      <w:r w:rsidR="00D405FD">
        <w:rPr>
          <w:szCs w:val="28"/>
        </w:rPr>
        <w:tab/>
      </w:r>
      <w:r w:rsidR="00D405FD">
        <w:rPr>
          <w:szCs w:val="28"/>
        </w:rPr>
        <w:tab/>
      </w:r>
      <w:r w:rsidR="00D405FD">
        <w:rPr>
          <w:szCs w:val="28"/>
        </w:rPr>
        <w:tab/>
        <w:t xml:space="preserve">   Е.В.Афонина</w:t>
      </w:r>
    </w:p>
    <w:sectPr w:rsidR="00627195" w:rsidSect="00F10CD8">
      <w:headerReference w:type="default" r:id="rId7"/>
      <w:pgSz w:w="11906" w:h="16838"/>
      <w:pgMar w:top="1276" w:right="567" w:bottom="851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0CD8" w:rsidRDefault="00F10CD8" w:rsidP="00E12559">
      <w:r>
        <w:separator/>
      </w:r>
    </w:p>
  </w:endnote>
  <w:endnote w:type="continuationSeparator" w:id="0">
    <w:p w:rsidR="00F10CD8" w:rsidRDefault="00F10CD8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0CD8" w:rsidRDefault="00F10CD8" w:rsidP="00E12559">
      <w:r>
        <w:separator/>
      </w:r>
    </w:p>
  </w:footnote>
  <w:footnote w:type="continuationSeparator" w:id="0">
    <w:p w:rsidR="00F10CD8" w:rsidRDefault="00F10CD8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44108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F10CD8" w:rsidRPr="008F4F10" w:rsidRDefault="00F10CD8" w:rsidP="003D4A14">
        <w:pPr>
          <w:pStyle w:val="a3"/>
          <w:jc w:val="center"/>
          <w:rPr>
            <w:sz w:val="24"/>
            <w:szCs w:val="24"/>
          </w:rPr>
        </w:pPr>
        <w:r w:rsidRPr="008F4F10">
          <w:rPr>
            <w:sz w:val="24"/>
            <w:szCs w:val="24"/>
          </w:rPr>
          <w:fldChar w:fldCharType="begin"/>
        </w:r>
        <w:r w:rsidRPr="008F4F10">
          <w:rPr>
            <w:sz w:val="24"/>
            <w:szCs w:val="24"/>
          </w:rPr>
          <w:instrText xml:space="preserve"> PAGE   \* MERGEFORMAT </w:instrText>
        </w:r>
        <w:r w:rsidRPr="008F4F10">
          <w:rPr>
            <w:sz w:val="24"/>
            <w:szCs w:val="24"/>
          </w:rPr>
          <w:fldChar w:fldCharType="separate"/>
        </w:r>
        <w:r w:rsidR="009F74E3">
          <w:rPr>
            <w:noProof/>
            <w:sz w:val="24"/>
            <w:szCs w:val="24"/>
          </w:rPr>
          <w:t>2</w:t>
        </w:r>
        <w:r w:rsidRPr="008F4F10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6410"/>
    <w:rsid w:val="0001195B"/>
    <w:rsid w:val="0001470D"/>
    <w:rsid w:val="000152D5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463C4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868E6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E67F3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38B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90533"/>
    <w:rsid w:val="00192AFE"/>
    <w:rsid w:val="00192B58"/>
    <w:rsid w:val="0019309E"/>
    <w:rsid w:val="0019509C"/>
    <w:rsid w:val="00195CB2"/>
    <w:rsid w:val="00197109"/>
    <w:rsid w:val="001A3021"/>
    <w:rsid w:val="001A3026"/>
    <w:rsid w:val="001A31FD"/>
    <w:rsid w:val="001A3B17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3CCA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6763E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0271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30AA"/>
    <w:rsid w:val="002D47B0"/>
    <w:rsid w:val="002D47F9"/>
    <w:rsid w:val="002D6802"/>
    <w:rsid w:val="002E112C"/>
    <w:rsid w:val="002E20A2"/>
    <w:rsid w:val="002E249D"/>
    <w:rsid w:val="002E3D77"/>
    <w:rsid w:val="002E64C6"/>
    <w:rsid w:val="002E7E42"/>
    <w:rsid w:val="002F061B"/>
    <w:rsid w:val="002F0683"/>
    <w:rsid w:val="002F0CF7"/>
    <w:rsid w:val="002F0EF8"/>
    <w:rsid w:val="002F1B61"/>
    <w:rsid w:val="002F5AB0"/>
    <w:rsid w:val="002F5C5F"/>
    <w:rsid w:val="002F7840"/>
    <w:rsid w:val="00301F22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1DB4"/>
    <w:rsid w:val="00334544"/>
    <w:rsid w:val="00335DE0"/>
    <w:rsid w:val="00336144"/>
    <w:rsid w:val="00337C1F"/>
    <w:rsid w:val="00342DF9"/>
    <w:rsid w:val="00345A2E"/>
    <w:rsid w:val="00346DDD"/>
    <w:rsid w:val="00350378"/>
    <w:rsid w:val="00353E1B"/>
    <w:rsid w:val="00356067"/>
    <w:rsid w:val="0035656D"/>
    <w:rsid w:val="003572E3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746"/>
    <w:rsid w:val="003C6E5B"/>
    <w:rsid w:val="003D4A14"/>
    <w:rsid w:val="003D51E5"/>
    <w:rsid w:val="003D6A37"/>
    <w:rsid w:val="003E1497"/>
    <w:rsid w:val="003E1907"/>
    <w:rsid w:val="003E5BEF"/>
    <w:rsid w:val="003E7B63"/>
    <w:rsid w:val="003F66F1"/>
    <w:rsid w:val="003F6D8F"/>
    <w:rsid w:val="003F7DC2"/>
    <w:rsid w:val="004007E9"/>
    <w:rsid w:val="00406A12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291F"/>
    <w:rsid w:val="00444582"/>
    <w:rsid w:val="00447061"/>
    <w:rsid w:val="004555AE"/>
    <w:rsid w:val="004729F1"/>
    <w:rsid w:val="00472EBC"/>
    <w:rsid w:val="00472F81"/>
    <w:rsid w:val="00473173"/>
    <w:rsid w:val="0047414D"/>
    <w:rsid w:val="004755E0"/>
    <w:rsid w:val="004801E4"/>
    <w:rsid w:val="00481312"/>
    <w:rsid w:val="00481629"/>
    <w:rsid w:val="00483684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D3D81"/>
    <w:rsid w:val="004D3E30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07388"/>
    <w:rsid w:val="00607F42"/>
    <w:rsid w:val="00614897"/>
    <w:rsid w:val="00615C39"/>
    <w:rsid w:val="00617580"/>
    <w:rsid w:val="00617816"/>
    <w:rsid w:val="00620D1B"/>
    <w:rsid w:val="0062382C"/>
    <w:rsid w:val="00624DA0"/>
    <w:rsid w:val="00625D73"/>
    <w:rsid w:val="00626EA4"/>
    <w:rsid w:val="00627195"/>
    <w:rsid w:val="00630840"/>
    <w:rsid w:val="00635A23"/>
    <w:rsid w:val="00641319"/>
    <w:rsid w:val="006413ED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45FB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B7BC1"/>
    <w:rsid w:val="006C11C9"/>
    <w:rsid w:val="006C2401"/>
    <w:rsid w:val="006C2D34"/>
    <w:rsid w:val="006C4118"/>
    <w:rsid w:val="006C60E9"/>
    <w:rsid w:val="006C6301"/>
    <w:rsid w:val="006C6556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4AF2"/>
    <w:rsid w:val="00756A99"/>
    <w:rsid w:val="00761B44"/>
    <w:rsid w:val="00763148"/>
    <w:rsid w:val="00767E99"/>
    <w:rsid w:val="0077135D"/>
    <w:rsid w:val="00771B3C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1F6A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5782"/>
    <w:rsid w:val="008065F8"/>
    <w:rsid w:val="0081020C"/>
    <w:rsid w:val="008131E3"/>
    <w:rsid w:val="008148EA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0EC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8F4F1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177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58B0"/>
    <w:rsid w:val="0097042E"/>
    <w:rsid w:val="00971591"/>
    <w:rsid w:val="009725D8"/>
    <w:rsid w:val="009750D9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126"/>
    <w:rsid w:val="009F3426"/>
    <w:rsid w:val="009F65F9"/>
    <w:rsid w:val="009F74E3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45DFC"/>
    <w:rsid w:val="00B46B01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3C55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B7245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2B45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0C"/>
    <w:rsid w:val="00C3148E"/>
    <w:rsid w:val="00C3442C"/>
    <w:rsid w:val="00C35392"/>
    <w:rsid w:val="00C40567"/>
    <w:rsid w:val="00C50226"/>
    <w:rsid w:val="00C50EC8"/>
    <w:rsid w:val="00C532EB"/>
    <w:rsid w:val="00C57FCE"/>
    <w:rsid w:val="00C616B3"/>
    <w:rsid w:val="00C61887"/>
    <w:rsid w:val="00C621FC"/>
    <w:rsid w:val="00C63DF1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2CC9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27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60DA"/>
    <w:rsid w:val="00CD67E7"/>
    <w:rsid w:val="00CD6B64"/>
    <w:rsid w:val="00CE0E3D"/>
    <w:rsid w:val="00CE266A"/>
    <w:rsid w:val="00CE2F15"/>
    <w:rsid w:val="00CE2F44"/>
    <w:rsid w:val="00CE5982"/>
    <w:rsid w:val="00CE6394"/>
    <w:rsid w:val="00CE7D74"/>
    <w:rsid w:val="00CF303F"/>
    <w:rsid w:val="00CF3068"/>
    <w:rsid w:val="00CF6C2D"/>
    <w:rsid w:val="00CF6F85"/>
    <w:rsid w:val="00CF7310"/>
    <w:rsid w:val="00CF755D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38C5"/>
    <w:rsid w:val="00D35230"/>
    <w:rsid w:val="00D36B82"/>
    <w:rsid w:val="00D378F2"/>
    <w:rsid w:val="00D405FD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5651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342A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0276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0A1C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244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4080"/>
    <w:rsid w:val="00EF4828"/>
    <w:rsid w:val="00EF538E"/>
    <w:rsid w:val="00EF6930"/>
    <w:rsid w:val="00F0011F"/>
    <w:rsid w:val="00F014C4"/>
    <w:rsid w:val="00F0154D"/>
    <w:rsid w:val="00F01E94"/>
    <w:rsid w:val="00F034BE"/>
    <w:rsid w:val="00F107DA"/>
    <w:rsid w:val="00F10CD8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52A3"/>
    <w:rsid w:val="00F476B0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565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5:docId w15:val="{C83D4C09-4B0B-4FF8-892C-EA53F68B7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6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0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ECF3C-A1F6-4B07-B60F-721F2E014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418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Христозова Антонина</cp:lastModifiedBy>
  <cp:revision>62</cp:revision>
  <cp:lastPrinted>2020-04-20T06:43:00Z</cp:lastPrinted>
  <dcterms:created xsi:type="dcterms:W3CDTF">2017-09-18T13:02:00Z</dcterms:created>
  <dcterms:modified xsi:type="dcterms:W3CDTF">2020-12-02T08:05:00Z</dcterms:modified>
</cp:coreProperties>
</file>